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58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9558020"/>
                <wp:effectExtent l="0" t="0" r="11430" b="241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95580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" fillcolor="#8064a2 [3207]" strokecolor="#3f3151 [1607]" strokeweight="2pt"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1361440</wp:posOffset>
                </wp:positionH>
                <wp:positionV relativeFrom="page">
                  <wp:posOffset>8582660</wp:posOffset>
                </wp:positionV>
                <wp:extent cx="937895" cy="634365"/>
                <wp:effectExtent l="0" t="635" r="3810" b="254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3C4" w:rsidRPr="00FA5AAE" w:rsidRDefault="00DE13C4" w:rsidP="00FA5AAE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  <w:lang w:val="es-CO" w:eastAsia="es-CO"/>
                              </w:rPr>
                              <w:drawing>
                                <wp:inline distT="0" distB="0" distL="0" distR="0">
                                  <wp:extent cx="845185" cy="560705"/>
                                  <wp:effectExtent l="19050" t="0" r="0" b="0"/>
                                  <wp:docPr id="1" name="Picture 1" descr="MP90040009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P90040009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18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    <v:textbox style="mso-fit-shape-to-text:t" inset="2.88pt,2.88pt,2.88pt,2.88pt">
                  <w:txbxContent>
                    <w:p w:rsidR="004507DF" w:rsidRPr="00FA5AAE" w:rsidRDefault="004507DF" w:rsidP="00FA5AAE">
                      <w:pPr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  <w:lang w:val="es-CO" w:eastAsia="es-CO"/>
                        </w:rPr>
                        <w:drawing>
                          <wp:inline distT="0" distB="0" distL="0" distR="0">
                            <wp:extent cx="845185" cy="560705"/>
                            <wp:effectExtent l="19050" t="0" r="0" b="0"/>
                            <wp:docPr id="1" name="Picture 1" descr="MP90040009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P90040009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18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E13C4" w:rsidRPr="00DA22FF" w:rsidRDefault="00DE13C4" w:rsidP="009B1EB1">
                            <w:pPr>
                              <w:pStyle w:val="Ttulo2"/>
                            </w:pPr>
                            <w:r w:rsidRPr="009B1EB1">
                              <w:t>AGENDA</w:t>
                            </w:r>
                            <w:r>
                              <w:t xml:space="preserve"> N025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DE13C4" w:rsidRPr="00DA22FF" w:rsidRDefault="00DE13C4" w:rsidP="009B1EB1">
                      <w:pPr>
                        <w:pStyle w:val="Ttulo2"/>
                      </w:pPr>
                      <w:r w:rsidRPr="009B1EB1">
                        <w:t>AGENDA</w:t>
                      </w:r>
                      <w:r>
                        <w:t xml:space="preserve"> N025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4114800</wp:posOffset>
                </wp:positionV>
                <wp:extent cx="1714500" cy="1184275"/>
                <wp:effectExtent l="444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3C4" w:rsidRDefault="00DE13C4" w:rsidP="00A54DBA">
                            <w:pPr>
                              <w:pStyle w:val="Ttulo3"/>
                              <w:jc w:val="center"/>
                            </w:pPr>
                            <w:r>
                              <w:t xml:space="preserve">February/March </w:t>
                            </w:r>
                          </w:p>
                          <w:p w:rsidR="00DE13C4" w:rsidRPr="00B44828" w:rsidRDefault="00DE13C4" w:rsidP="00A54DBA">
                            <w:pPr>
                              <w:pStyle w:val="Ttulo3"/>
                              <w:jc w:val="center"/>
                            </w:pPr>
                            <w:r>
                              <w:t>Kinder</w:t>
                            </w:r>
                          </w:p>
                          <w:p w:rsidR="00DE13C4" w:rsidRPr="002F5063" w:rsidRDefault="00DE13C4" w:rsidP="00A54DBA">
                            <w:pPr>
                              <w:pStyle w:val="Ttulo3"/>
                              <w:jc w:val="center"/>
                            </w:pPr>
                            <w:r>
                              <w:t>Week 25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    <v:textbox style="mso-fit-shape-to-text:t" inset="3.6pt,,3.6pt">
                  <w:txbxContent>
                    <w:p w:rsidR="00DE13C4" w:rsidRDefault="00DE13C4" w:rsidP="00A54DBA">
                      <w:pPr>
                        <w:pStyle w:val="Ttulo3"/>
                        <w:jc w:val="center"/>
                      </w:pPr>
                      <w:r>
                        <w:t xml:space="preserve">February/March </w:t>
                      </w:r>
                    </w:p>
                    <w:p w:rsidR="00DE13C4" w:rsidRPr="00B44828" w:rsidRDefault="00DE13C4" w:rsidP="00A54DBA">
                      <w:pPr>
                        <w:pStyle w:val="Ttulo3"/>
                        <w:jc w:val="center"/>
                      </w:pPr>
                      <w:r>
                        <w:t>Kinder</w:t>
                      </w:r>
                    </w:p>
                    <w:p w:rsidR="00DE13C4" w:rsidRPr="002F5063" w:rsidRDefault="00DE13C4" w:rsidP="00A54DBA">
                      <w:pPr>
                        <w:pStyle w:val="Ttulo3"/>
                        <w:jc w:val="center"/>
                      </w:pPr>
                      <w:r>
                        <w:t>Week 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7855"/>
                <wp:effectExtent l="57150" t="38100" r="76200" b="971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78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13C4" w:rsidRPr="00872ADF" w:rsidRDefault="00DE13C4" w:rsidP="00F81CAA">
                            <w:pPr>
                              <w:pStyle w:val="Ttulo1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How we organize ourselves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o:lock v:ext="edit" shapetype="t"/>
                <v:textbox style="mso-fit-shape-to-text:t" inset="2.85pt,2.85pt,2.85pt,2.85pt">
                  <w:txbxContent>
                    <w:p w:rsidR="003D16CA" w:rsidRPr="00872ADF" w:rsidRDefault="003D16CA" w:rsidP="00F81CAA">
                      <w:pPr>
                        <w:pStyle w:val="Ttulo1"/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How we organize ourselves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76200" t="57150" r="76200" b="952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" fillcolor="#4bacc6 [3208]" strokecolor="white [3201]" strokeweight="3pt">
                <v:shadow on="t" color="black" opacity="24903f" origin=",.5" offset="0,.55556mm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4507DF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3653155</wp:posOffset>
                </wp:positionV>
                <wp:extent cx="3394710" cy="6499860"/>
                <wp:effectExtent l="57150" t="38100" r="72390" b="11049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6499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13C4" w:rsidRPr="00F81CAA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Monday 27</w:t>
                            </w:r>
                            <w:r w:rsidRPr="00DE13C4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DE13C4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G.S.M</w:t>
                            </w:r>
                          </w:p>
                          <w:p w:rsidR="00DE13C4" w:rsidRPr="00334BD5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DE13C4" w:rsidRPr="00944FC2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Tuesday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28</w:t>
                            </w: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proofErr w:type="spellEnd"/>
                            <w:proofErr w:type="gramEnd"/>
                          </w:p>
                          <w:p w:rsidR="00DE13C4" w:rsidRDefault="00DE13C4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Extra support session</w:t>
                            </w:r>
                          </w:p>
                          <w:p w:rsidR="00DE13C4" w:rsidRPr="00334BD5" w:rsidRDefault="00DE13C4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FFFF00"/>
                                <w:lang w:val="en-US"/>
                              </w:rPr>
                              <w:t>Clau</w:t>
                            </w:r>
                            <w:proofErr w:type="spellEnd"/>
                            <w:r w:rsidRPr="00334BD5">
                              <w:rPr>
                                <w:color w:val="FFFF00"/>
                                <w:lang w:val="en-US"/>
                              </w:rPr>
                              <w:t xml:space="preserve"> is on duty </w:t>
                            </w:r>
                          </w:p>
                          <w:p w:rsidR="00DE13C4" w:rsidRPr="00334BD5" w:rsidRDefault="00DE13C4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DE13C4" w:rsidRDefault="00DE13C4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Wednesday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29</w:t>
                            </w:r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 xml:space="preserve">th </w:t>
                            </w:r>
                          </w:p>
                          <w:p w:rsidR="00DE13C4" w:rsidRDefault="00DE13C4" w:rsidP="002453DF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Reflecting on the Inquiry unit </w:t>
                            </w:r>
                            <w:proofErr w:type="gramStart"/>
                            <w:r>
                              <w:rPr>
                                <w:color w:val="FFFF00"/>
                                <w:lang w:val="en-US"/>
                              </w:rPr>
                              <w:t>3  30</w:t>
                            </w:r>
                            <w:proofErr w:type="gramEnd"/>
                            <w:r>
                              <w:rPr>
                                <w:color w:val="FFFF00"/>
                                <w:lang w:val="en-US"/>
                              </w:rPr>
                              <w:t>´</w:t>
                            </w:r>
                          </w:p>
                          <w:p w:rsidR="00DE13C4" w:rsidRDefault="00DE13C4" w:rsidP="00AC2735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Planning unit 4 Activities after Learning Experiences 30´</w:t>
                            </w:r>
                          </w:p>
                          <w:p w:rsidR="00DE13C4" w:rsidRPr="00334BD5" w:rsidRDefault="00DE13C4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 w:rsidRPr="00334BD5"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DE13C4" w:rsidRPr="00334BD5" w:rsidRDefault="00DE13C4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A.V. room</w:t>
                            </w:r>
                          </w:p>
                          <w:p w:rsidR="00DE13C4" w:rsidRPr="00840B9D" w:rsidRDefault="00DE13C4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color w:val="FFFFFF" w:themeColor="background1"/>
                                <w:u w:val="single"/>
                                <w:lang w:val="en-US"/>
                              </w:rPr>
                            </w:pPr>
                            <w:proofErr w:type="gramStart"/>
                            <w:r w:rsidRPr="00840B9D">
                              <w:rPr>
                                <w:b/>
                                <w:color w:val="FFFFFF" w:themeColor="background1"/>
                                <w:u w:val="single"/>
                                <w:lang w:val="en-US"/>
                              </w:rPr>
                              <w:t xml:space="preserve">Thursday </w:t>
                            </w:r>
                            <w:r>
                              <w:rPr>
                                <w:b/>
                                <w:color w:val="FFFFFF" w:themeColor="background1"/>
                                <w:u w:val="single"/>
                                <w:lang w:val="en-US"/>
                              </w:rPr>
                              <w:t xml:space="preserve"> 1</w:t>
                            </w:r>
                            <w:r w:rsidRPr="00DE13C4">
                              <w:rPr>
                                <w:b/>
                                <w:color w:val="FFFFFF" w:themeColor="background1"/>
                                <w:u w:val="single"/>
                                <w:vertAlign w:val="superscript"/>
                                <w:lang w:val="en-US"/>
                              </w:rPr>
                              <w:t>st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Pr="00840B9D">
                              <w:rPr>
                                <w:b/>
                                <w:color w:val="FFFFFF" w:themeColor="background1"/>
                                <w:u w:val="single"/>
                                <w:lang w:val="en-US"/>
                              </w:rPr>
                              <w:t xml:space="preserve">   </w:t>
                            </w:r>
                          </w:p>
                          <w:p w:rsidR="00DE13C4" w:rsidRPr="00840B9D" w:rsidRDefault="00DE13C4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>Planning by areas (Maths</w:t>
                            </w:r>
                            <w:proofErr w:type="gramStart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>,L2</w:t>
                            </w:r>
                            <w:proofErr w:type="gramEnd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>Science</w:t>
                            </w:r>
                            <w:r w:rsidR="003702D3">
                              <w:rPr>
                                <w:color w:val="FFFF00"/>
                                <w:lang w:val="en-US"/>
                              </w:rPr>
                              <w:t>,Social</w:t>
                            </w:r>
                            <w:proofErr w:type="spellEnd"/>
                            <w:r w:rsidR="003702D3">
                              <w:rPr>
                                <w:color w:val="FFFF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3702D3">
                              <w:rPr>
                                <w:color w:val="FFFF00"/>
                                <w:lang w:val="en-US"/>
                              </w:rPr>
                              <w:t>Sudies</w:t>
                            </w:r>
                            <w:proofErr w:type="spellEnd"/>
                            <w:r w:rsidR="003702D3">
                              <w:rPr>
                                <w:color w:val="FFFF00"/>
                                <w:lang w:val="en-US"/>
                              </w:rPr>
                              <w:t xml:space="preserve"> and P.E.)</w:t>
                            </w:r>
                            <w:r w:rsidR="009A7F5B">
                              <w:rPr>
                                <w:color w:val="FFFF00"/>
                                <w:lang w:val="en-US"/>
                              </w:rPr>
                              <w:t xml:space="preserve"> and write the </w:t>
                            </w:r>
                            <w:proofErr w:type="spellStart"/>
                            <w:r w:rsidR="009A7F5B">
                              <w:rPr>
                                <w:color w:val="FFFF00"/>
                                <w:lang w:val="en-US"/>
                              </w:rPr>
                              <w:t>Globales</w:t>
                            </w:r>
                            <w:proofErr w:type="spellEnd"/>
                            <w:r w:rsidR="009A7F5B">
                              <w:rPr>
                                <w:color w:val="FFFF00"/>
                                <w:lang w:val="en-US"/>
                              </w:rPr>
                              <w:t xml:space="preserve"> for this period , </w:t>
                            </w:r>
                            <w:bookmarkStart w:id="0" w:name="_GoBack"/>
                            <w:bookmarkEnd w:id="0"/>
                            <w:r w:rsidR="003702D3">
                              <w:rPr>
                                <w:color w:val="FFFF00"/>
                                <w:lang w:val="en-US"/>
                              </w:rPr>
                              <w:t xml:space="preserve">remember the indicators </w:t>
                            </w:r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 xml:space="preserve"> to base your planni</w:t>
                            </w:r>
                            <w:r w:rsidR="003702D3">
                              <w:rPr>
                                <w:color w:val="FFFF00"/>
                                <w:lang w:val="en-US"/>
                              </w:rPr>
                              <w:t xml:space="preserve">ng on each area </w:t>
                            </w: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 and upload it.</w:t>
                            </w:r>
                          </w:p>
                          <w:p w:rsidR="00DE13C4" w:rsidRPr="00334BD5" w:rsidRDefault="00DE13C4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DE13C4" w:rsidRDefault="00DE13C4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Friday 2th </w:t>
                            </w:r>
                          </w:p>
                          <w:p w:rsidR="00DE13C4" w:rsidRDefault="00DE13C4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Planning </w:t>
                            </w:r>
                            <w:proofErr w:type="spellStart"/>
                            <w:r>
                              <w:rPr>
                                <w:color w:val="FFFF00"/>
                                <w:lang w:val="en-US"/>
                              </w:rPr>
                              <w:t>Maths</w:t>
                            </w:r>
                            <w:proofErr w:type="spellEnd"/>
                          </w:p>
                          <w:p w:rsidR="00DE13C4" w:rsidRDefault="00DE13C4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8:15 – 9:00</w:t>
                            </w:r>
                          </w:p>
                          <w:p w:rsidR="00DE13C4" w:rsidRDefault="00DE13C4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Work by pairs </w:t>
                            </w:r>
                          </w:p>
                          <w:p w:rsidR="00DE13C4" w:rsidRPr="00334BD5" w:rsidRDefault="00DE13C4" w:rsidP="00D8440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 14:00-15:00</w:t>
                            </w:r>
                          </w:p>
                          <w:p w:rsidR="00DE13C4" w:rsidRDefault="00DE13C4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</w:p>
                          <w:p w:rsidR="00DE13C4" w:rsidRPr="009153F0" w:rsidRDefault="00DE13C4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Note taker: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Adri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Sidey</w:t>
                            </w:r>
                            <w:proofErr w:type="spellEnd"/>
                          </w:p>
                          <w:p w:rsidR="00DE13C4" w:rsidRPr="008C416F" w:rsidRDefault="00DE13C4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Time keeper: 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Laurita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Clau</w:t>
                            </w:r>
                            <w:proofErr w:type="spellEnd"/>
                          </w:p>
                          <w:p w:rsidR="00DE13C4" w:rsidRDefault="00DE13C4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DE13C4" w:rsidRPr="00551501" w:rsidRDefault="00DE13C4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i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Dear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team, this agenda is</w:t>
                            </w: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subject to change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.</w:t>
                            </w:r>
                          </w:p>
                          <w:p w:rsidR="00DE13C4" w:rsidRPr="00AD13D0" w:rsidRDefault="00DE13C4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:rsidR="00DE13C4" w:rsidRPr="00AD13D0" w:rsidRDefault="00DE13C4" w:rsidP="009F7310">
                            <w:pPr>
                              <w:pStyle w:val="Prrafodelista"/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DE13C4" w:rsidRPr="00D02D5F" w:rsidRDefault="00DE13C4" w:rsidP="007B4A9B">
                            <w:pPr>
                              <w:pStyle w:val="list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0" type="#_x0000_t202" style="position:absolute;margin-left:297.35pt;margin-top:287.65pt;width:267.3pt;height:511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o:lock v:ext="edit" shapetype="t"/>
                <v:textbox inset="2.85pt,2.85pt,2.85pt,2.85pt">
                  <w:txbxContent>
                    <w:p w:rsidR="00DE13C4" w:rsidRPr="00F81CAA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Monday 27</w:t>
                      </w:r>
                      <w:r w:rsidRPr="00DE13C4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DE13C4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G.S.M</w:t>
                      </w:r>
                    </w:p>
                    <w:p w:rsidR="00DE13C4" w:rsidRPr="00334BD5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DE13C4" w:rsidRPr="00944FC2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Tuesday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28</w:t>
                      </w:r>
                      <w:r w:rsidRPr="008C191B"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proofErr w:type="spellEnd"/>
                      <w:proofErr w:type="gramEnd"/>
                    </w:p>
                    <w:p w:rsidR="00DE13C4" w:rsidRDefault="00DE13C4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Extra support session</w:t>
                      </w:r>
                    </w:p>
                    <w:p w:rsidR="00DE13C4" w:rsidRPr="00334BD5" w:rsidRDefault="00DE13C4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proofErr w:type="spellStart"/>
                      <w:r>
                        <w:rPr>
                          <w:color w:val="FFFF00"/>
                          <w:lang w:val="en-US"/>
                        </w:rPr>
                        <w:t>Clau</w:t>
                      </w:r>
                      <w:proofErr w:type="spellEnd"/>
                      <w:r w:rsidRPr="00334BD5">
                        <w:rPr>
                          <w:color w:val="FFFF00"/>
                          <w:lang w:val="en-US"/>
                        </w:rPr>
                        <w:t xml:space="preserve"> is on duty </w:t>
                      </w:r>
                    </w:p>
                    <w:p w:rsidR="00DE13C4" w:rsidRPr="00334BD5" w:rsidRDefault="00DE13C4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DE13C4" w:rsidRDefault="00DE13C4" w:rsidP="008C1C9A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Wednesday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29</w:t>
                      </w:r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 xml:space="preserve">th </w:t>
                      </w:r>
                    </w:p>
                    <w:p w:rsidR="00DE13C4" w:rsidRDefault="00DE13C4" w:rsidP="002453DF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Reflecting on the Inquiry unit </w:t>
                      </w:r>
                      <w:proofErr w:type="gramStart"/>
                      <w:r>
                        <w:rPr>
                          <w:color w:val="FFFF00"/>
                          <w:lang w:val="en-US"/>
                        </w:rPr>
                        <w:t>3  30</w:t>
                      </w:r>
                      <w:proofErr w:type="gramEnd"/>
                      <w:r>
                        <w:rPr>
                          <w:color w:val="FFFF00"/>
                          <w:lang w:val="en-US"/>
                        </w:rPr>
                        <w:t>´</w:t>
                      </w:r>
                    </w:p>
                    <w:p w:rsidR="00DE13C4" w:rsidRDefault="00DE13C4" w:rsidP="00AC2735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Planning unit 4 Activities after Learning Experiences 30´</w:t>
                      </w:r>
                    </w:p>
                    <w:p w:rsidR="00DE13C4" w:rsidRPr="00334BD5" w:rsidRDefault="00DE13C4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 w:rsidRPr="00334BD5"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DE13C4" w:rsidRPr="00334BD5" w:rsidRDefault="00DE13C4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A.V. room</w:t>
                      </w:r>
                    </w:p>
                    <w:p w:rsidR="00DE13C4" w:rsidRPr="00840B9D" w:rsidRDefault="00DE13C4" w:rsidP="008C1C9A">
                      <w:pPr>
                        <w:pStyle w:val="Prrafodelista"/>
                        <w:spacing w:after="0"/>
                        <w:ind w:left="0"/>
                        <w:rPr>
                          <w:b/>
                          <w:color w:val="FFFFFF" w:themeColor="background1"/>
                          <w:u w:val="single"/>
                          <w:lang w:val="en-US"/>
                        </w:rPr>
                      </w:pPr>
                      <w:proofErr w:type="gramStart"/>
                      <w:r w:rsidRPr="00840B9D">
                        <w:rPr>
                          <w:b/>
                          <w:color w:val="FFFFFF" w:themeColor="background1"/>
                          <w:u w:val="single"/>
                          <w:lang w:val="en-US"/>
                        </w:rPr>
                        <w:t xml:space="preserve">Thursday </w:t>
                      </w:r>
                      <w:r>
                        <w:rPr>
                          <w:b/>
                          <w:color w:val="FFFFFF" w:themeColor="background1"/>
                          <w:u w:val="single"/>
                          <w:lang w:val="en-US"/>
                        </w:rPr>
                        <w:t xml:space="preserve"> 1</w:t>
                      </w:r>
                      <w:r w:rsidRPr="00DE13C4">
                        <w:rPr>
                          <w:b/>
                          <w:color w:val="FFFFFF" w:themeColor="background1"/>
                          <w:u w:val="single"/>
                          <w:vertAlign w:val="superscript"/>
                          <w:lang w:val="en-US"/>
                        </w:rPr>
                        <w:t>st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u w:val="single"/>
                          <w:lang w:val="en-US"/>
                        </w:rPr>
                        <w:t xml:space="preserve"> </w:t>
                      </w:r>
                      <w:r w:rsidRPr="00840B9D">
                        <w:rPr>
                          <w:b/>
                          <w:color w:val="FFFFFF" w:themeColor="background1"/>
                          <w:u w:val="single"/>
                          <w:lang w:val="en-US"/>
                        </w:rPr>
                        <w:t xml:space="preserve">   </w:t>
                      </w:r>
                    </w:p>
                    <w:p w:rsidR="00DE13C4" w:rsidRPr="00840B9D" w:rsidRDefault="00DE13C4" w:rsidP="008C1C9A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 w:rsidRPr="00840B9D">
                        <w:rPr>
                          <w:color w:val="FFFF00"/>
                          <w:lang w:val="en-US"/>
                        </w:rPr>
                        <w:t>Planning by areas (Maths</w:t>
                      </w:r>
                      <w:proofErr w:type="gramStart"/>
                      <w:r w:rsidRPr="00840B9D">
                        <w:rPr>
                          <w:color w:val="FFFF00"/>
                          <w:lang w:val="en-US"/>
                        </w:rPr>
                        <w:t>,L2</w:t>
                      </w:r>
                      <w:proofErr w:type="gramEnd"/>
                      <w:r w:rsidRPr="00840B9D">
                        <w:rPr>
                          <w:color w:val="FFFF00"/>
                          <w:lang w:val="en-US"/>
                        </w:rPr>
                        <w:t xml:space="preserve">, </w:t>
                      </w:r>
                      <w:proofErr w:type="spellStart"/>
                      <w:r w:rsidRPr="00840B9D">
                        <w:rPr>
                          <w:color w:val="FFFF00"/>
                          <w:lang w:val="en-US"/>
                        </w:rPr>
                        <w:t>Science</w:t>
                      </w:r>
                      <w:r w:rsidR="003702D3">
                        <w:rPr>
                          <w:color w:val="FFFF00"/>
                          <w:lang w:val="en-US"/>
                        </w:rPr>
                        <w:t>,Social</w:t>
                      </w:r>
                      <w:proofErr w:type="spellEnd"/>
                      <w:r w:rsidR="003702D3">
                        <w:rPr>
                          <w:color w:val="FFFF00"/>
                          <w:lang w:val="en-US"/>
                        </w:rPr>
                        <w:t xml:space="preserve"> </w:t>
                      </w:r>
                      <w:proofErr w:type="spellStart"/>
                      <w:r w:rsidR="003702D3">
                        <w:rPr>
                          <w:color w:val="FFFF00"/>
                          <w:lang w:val="en-US"/>
                        </w:rPr>
                        <w:t>Sudies</w:t>
                      </w:r>
                      <w:proofErr w:type="spellEnd"/>
                      <w:r w:rsidR="003702D3">
                        <w:rPr>
                          <w:color w:val="FFFF00"/>
                          <w:lang w:val="en-US"/>
                        </w:rPr>
                        <w:t xml:space="preserve"> and P.E.)</w:t>
                      </w:r>
                      <w:r w:rsidR="009A7F5B">
                        <w:rPr>
                          <w:color w:val="FFFF00"/>
                          <w:lang w:val="en-US"/>
                        </w:rPr>
                        <w:t xml:space="preserve"> and write the </w:t>
                      </w:r>
                      <w:proofErr w:type="spellStart"/>
                      <w:r w:rsidR="009A7F5B">
                        <w:rPr>
                          <w:color w:val="FFFF00"/>
                          <w:lang w:val="en-US"/>
                        </w:rPr>
                        <w:t>Globales</w:t>
                      </w:r>
                      <w:proofErr w:type="spellEnd"/>
                      <w:r w:rsidR="009A7F5B">
                        <w:rPr>
                          <w:color w:val="FFFF00"/>
                          <w:lang w:val="en-US"/>
                        </w:rPr>
                        <w:t xml:space="preserve"> for this period , </w:t>
                      </w:r>
                      <w:bookmarkStart w:id="1" w:name="_GoBack"/>
                      <w:bookmarkEnd w:id="1"/>
                      <w:r w:rsidR="003702D3">
                        <w:rPr>
                          <w:color w:val="FFFF00"/>
                          <w:lang w:val="en-US"/>
                        </w:rPr>
                        <w:t xml:space="preserve">remember the indicators </w:t>
                      </w:r>
                      <w:r w:rsidRPr="00840B9D">
                        <w:rPr>
                          <w:color w:val="FFFF00"/>
                          <w:lang w:val="en-US"/>
                        </w:rPr>
                        <w:t xml:space="preserve"> to base your planni</w:t>
                      </w:r>
                      <w:r w:rsidR="003702D3">
                        <w:rPr>
                          <w:color w:val="FFFF00"/>
                          <w:lang w:val="en-US"/>
                        </w:rPr>
                        <w:t xml:space="preserve">ng on each area </w:t>
                      </w:r>
                      <w:r>
                        <w:rPr>
                          <w:color w:val="FFFF00"/>
                          <w:lang w:val="en-US"/>
                        </w:rPr>
                        <w:t xml:space="preserve"> and upload it.</w:t>
                      </w:r>
                    </w:p>
                    <w:p w:rsidR="00DE13C4" w:rsidRPr="00334BD5" w:rsidRDefault="00DE13C4" w:rsidP="00054016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DE13C4" w:rsidRDefault="00DE13C4" w:rsidP="00054016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 xml:space="preserve">Friday 2th </w:t>
                      </w:r>
                    </w:p>
                    <w:p w:rsidR="00DE13C4" w:rsidRDefault="00DE13C4" w:rsidP="00054016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Planning </w:t>
                      </w:r>
                      <w:proofErr w:type="spellStart"/>
                      <w:r>
                        <w:rPr>
                          <w:color w:val="FFFF00"/>
                          <w:lang w:val="en-US"/>
                        </w:rPr>
                        <w:t>Maths</w:t>
                      </w:r>
                      <w:proofErr w:type="spellEnd"/>
                    </w:p>
                    <w:p w:rsidR="00DE13C4" w:rsidRDefault="00DE13C4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8:15 – 9:00</w:t>
                      </w:r>
                    </w:p>
                    <w:p w:rsidR="00DE13C4" w:rsidRDefault="00DE13C4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Work by pairs </w:t>
                      </w:r>
                    </w:p>
                    <w:p w:rsidR="00DE13C4" w:rsidRPr="00334BD5" w:rsidRDefault="00DE13C4" w:rsidP="00D84407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 14:00-15:00</w:t>
                      </w:r>
                    </w:p>
                    <w:p w:rsidR="00DE13C4" w:rsidRDefault="00DE13C4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</w:p>
                    <w:p w:rsidR="00DE13C4" w:rsidRPr="009153F0" w:rsidRDefault="00DE13C4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Note taker: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Adri</w:t>
                      </w:r>
                      <w:proofErr w:type="spellEnd"/>
                      <w:r>
                        <w:rPr>
                          <w:b/>
                          <w:i/>
                          <w:lang w:val="en-US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Sidey</w:t>
                      </w:r>
                      <w:proofErr w:type="spellEnd"/>
                    </w:p>
                    <w:p w:rsidR="00DE13C4" w:rsidRPr="008C416F" w:rsidRDefault="00DE13C4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i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Time keeper: 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Laurita</w:t>
                      </w:r>
                      <w:proofErr w:type="spellEnd"/>
                      <w:r>
                        <w:rPr>
                          <w:b/>
                          <w:i/>
                          <w:lang w:val="en-US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Clau</w:t>
                      </w:r>
                      <w:proofErr w:type="spellEnd"/>
                    </w:p>
                    <w:p w:rsidR="00DE13C4" w:rsidRDefault="00DE13C4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</w:p>
                    <w:p w:rsidR="00DE13C4" w:rsidRPr="00551501" w:rsidRDefault="00DE13C4" w:rsidP="009F7310">
                      <w:pPr>
                        <w:pStyle w:val="Prrafodelista"/>
                        <w:spacing w:after="0"/>
                        <w:ind w:left="0"/>
                        <w:rPr>
                          <w:i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Dear </w:t>
                      </w:r>
                      <w:r>
                        <w:rPr>
                          <w:b/>
                          <w:lang w:val="en-US"/>
                        </w:rPr>
                        <w:t>team, this agenda is</w:t>
                      </w:r>
                      <w:r w:rsidRPr="00AD13D0">
                        <w:rPr>
                          <w:b/>
                          <w:lang w:val="en-US"/>
                        </w:rPr>
                        <w:t xml:space="preserve"> subject to change</w:t>
                      </w:r>
                      <w:r>
                        <w:rPr>
                          <w:b/>
                          <w:lang w:val="en-US"/>
                        </w:rPr>
                        <w:t>.</w:t>
                      </w:r>
                    </w:p>
                    <w:p w:rsidR="00DE13C4" w:rsidRPr="00AD13D0" w:rsidRDefault="00DE13C4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 </w:t>
                      </w:r>
                    </w:p>
                    <w:p w:rsidR="00DE13C4" w:rsidRPr="00AD13D0" w:rsidRDefault="00DE13C4" w:rsidP="009F7310">
                      <w:pPr>
                        <w:pStyle w:val="Prrafodelista"/>
                        <w:spacing w:after="0"/>
                        <w:rPr>
                          <w:b/>
                          <w:lang w:val="en-US"/>
                        </w:rPr>
                      </w:pPr>
                    </w:p>
                    <w:p w:rsidR="00DE13C4" w:rsidRPr="00D02D5F" w:rsidRDefault="00DE13C4" w:rsidP="007B4A9B">
                      <w:pPr>
                        <w:pStyle w:val="list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B77B4" w:rsidRPr="0011176B">
        <w:t xml:space="preserve"> </w: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ullet1"/>
      </v:shape>
    </w:pict>
  </w:numPicBullet>
  <w:numPicBullet w:numPicBulletId="1">
    <w:pict>
      <v:shape id="_x0000_i1030" type="#_x0000_t75" style="width:9pt;height:9pt" o:bullet="t">
        <v:imagedata r:id="rId2" o:title="bullet2"/>
      </v:shape>
    </w:pict>
  </w:numPicBullet>
  <w:numPicBullet w:numPicBulletId="2">
    <w:pict>
      <v:shape id="_x0000_i1031" type="#_x0000_t75" style="width:9pt;height:9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A1CF2"/>
    <w:rsid w:val="000C4E2C"/>
    <w:rsid w:val="000C586F"/>
    <w:rsid w:val="000E62D4"/>
    <w:rsid w:val="000F49A7"/>
    <w:rsid w:val="0011176B"/>
    <w:rsid w:val="00113BB1"/>
    <w:rsid w:val="00123FA2"/>
    <w:rsid w:val="001241B6"/>
    <w:rsid w:val="00131724"/>
    <w:rsid w:val="00135580"/>
    <w:rsid w:val="001420CD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20166D"/>
    <w:rsid w:val="002063A2"/>
    <w:rsid w:val="00214EEB"/>
    <w:rsid w:val="00221A02"/>
    <w:rsid w:val="00235996"/>
    <w:rsid w:val="00240415"/>
    <w:rsid w:val="002453DF"/>
    <w:rsid w:val="00251D4B"/>
    <w:rsid w:val="0027353D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702D3"/>
    <w:rsid w:val="003709B7"/>
    <w:rsid w:val="00386843"/>
    <w:rsid w:val="003A16B6"/>
    <w:rsid w:val="003A1F36"/>
    <w:rsid w:val="003A5449"/>
    <w:rsid w:val="003C2482"/>
    <w:rsid w:val="003D16CA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90902"/>
    <w:rsid w:val="004A04A1"/>
    <w:rsid w:val="004A2962"/>
    <w:rsid w:val="004B0222"/>
    <w:rsid w:val="004B043A"/>
    <w:rsid w:val="004C2F04"/>
    <w:rsid w:val="004D0416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51501"/>
    <w:rsid w:val="005619C2"/>
    <w:rsid w:val="00573944"/>
    <w:rsid w:val="00583417"/>
    <w:rsid w:val="00585CD6"/>
    <w:rsid w:val="005926DA"/>
    <w:rsid w:val="00592D16"/>
    <w:rsid w:val="00594E62"/>
    <w:rsid w:val="0059671A"/>
    <w:rsid w:val="005B0EB6"/>
    <w:rsid w:val="005E437E"/>
    <w:rsid w:val="005F3331"/>
    <w:rsid w:val="00605F95"/>
    <w:rsid w:val="006074A9"/>
    <w:rsid w:val="00624120"/>
    <w:rsid w:val="00625E0C"/>
    <w:rsid w:val="00627239"/>
    <w:rsid w:val="00647B37"/>
    <w:rsid w:val="006508A0"/>
    <w:rsid w:val="0067569B"/>
    <w:rsid w:val="00677860"/>
    <w:rsid w:val="00681CD8"/>
    <w:rsid w:val="0068338D"/>
    <w:rsid w:val="0068711C"/>
    <w:rsid w:val="006903F6"/>
    <w:rsid w:val="00697273"/>
    <w:rsid w:val="006C5181"/>
    <w:rsid w:val="006D1619"/>
    <w:rsid w:val="006D2BD9"/>
    <w:rsid w:val="006E7467"/>
    <w:rsid w:val="00716C35"/>
    <w:rsid w:val="00723DE6"/>
    <w:rsid w:val="0073457E"/>
    <w:rsid w:val="007374F2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40B9D"/>
    <w:rsid w:val="0085078E"/>
    <w:rsid w:val="00851F4E"/>
    <w:rsid w:val="00862922"/>
    <w:rsid w:val="00862C37"/>
    <w:rsid w:val="00872ADF"/>
    <w:rsid w:val="00875F91"/>
    <w:rsid w:val="00891B8C"/>
    <w:rsid w:val="0089669C"/>
    <w:rsid w:val="00897B7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41F64"/>
    <w:rsid w:val="00944FC2"/>
    <w:rsid w:val="00957A17"/>
    <w:rsid w:val="009640D6"/>
    <w:rsid w:val="009652B1"/>
    <w:rsid w:val="00976B22"/>
    <w:rsid w:val="00980BF0"/>
    <w:rsid w:val="009876CA"/>
    <w:rsid w:val="009A26AD"/>
    <w:rsid w:val="009A2AD7"/>
    <w:rsid w:val="009A7AB4"/>
    <w:rsid w:val="009A7F5B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F3F5D"/>
    <w:rsid w:val="00B12013"/>
    <w:rsid w:val="00B12BF3"/>
    <w:rsid w:val="00B1675C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181A"/>
    <w:rsid w:val="00BA27A3"/>
    <w:rsid w:val="00BA5B32"/>
    <w:rsid w:val="00BC62B8"/>
    <w:rsid w:val="00BC7F64"/>
    <w:rsid w:val="00BD794F"/>
    <w:rsid w:val="00BE4DB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904B1"/>
    <w:rsid w:val="00D938DE"/>
    <w:rsid w:val="00DA22DB"/>
    <w:rsid w:val="00DA22FF"/>
    <w:rsid w:val="00DA53E5"/>
    <w:rsid w:val="00DC155E"/>
    <w:rsid w:val="00DC1836"/>
    <w:rsid w:val="00DC4589"/>
    <w:rsid w:val="00DE13C4"/>
    <w:rsid w:val="00E003C0"/>
    <w:rsid w:val="00E03EA0"/>
    <w:rsid w:val="00E04C43"/>
    <w:rsid w:val="00E26BAD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EEC"/>
    <w:rsid w:val="00F11317"/>
    <w:rsid w:val="00F23945"/>
    <w:rsid w:val="00F7328B"/>
    <w:rsid w:val="00F74B74"/>
    <w:rsid w:val="00F777F0"/>
    <w:rsid w:val="00F81CAA"/>
    <w:rsid w:val="00F82618"/>
    <w:rsid w:val="00F83682"/>
    <w:rsid w:val="00F9272D"/>
    <w:rsid w:val="00F97519"/>
    <w:rsid w:val="00F97632"/>
    <w:rsid w:val="00FA45C2"/>
    <w:rsid w:val="00FA5AAE"/>
    <w:rsid w:val="00FB2CA7"/>
    <w:rsid w:val="00FC0460"/>
    <w:rsid w:val="00FD30AC"/>
    <w:rsid w:val="00F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D6267-4221-4926-B902-865845B4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28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Sidey</cp:lastModifiedBy>
  <cp:revision>4</cp:revision>
  <dcterms:created xsi:type="dcterms:W3CDTF">2012-02-26T20:25:00Z</dcterms:created>
  <dcterms:modified xsi:type="dcterms:W3CDTF">2012-02-26T21:00:00Z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